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6D3641" w:rsidRDefault="003E129D" w:rsidP="000A1F3D">
      <w:pPr>
        <w:jc w:val="center"/>
        <w:rPr>
          <w:b/>
          <w:sz w:val="28"/>
        </w:rPr>
      </w:pPr>
      <w:r w:rsidRPr="006D3641">
        <w:rPr>
          <w:b/>
          <w:sz w:val="28"/>
        </w:rPr>
        <w:t>Régime alimentaire des din</w:t>
      </w:r>
      <w:bookmarkStart w:id="0" w:name="_GoBack"/>
      <w:bookmarkEnd w:id="0"/>
      <w:r w:rsidRPr="006D3641">
        <w:rPr>
          <w:b/>
          <w:sz w:val="28"/>
        </w:rPr>
        <w:t>osaures :</w:t>
      </w:r>
    </w:p>
    <w:p w:rsidR="000A1F3D" w:rsidRDefault="000A1F3D" w:rsidP="000A1F3D">
      <w:pPr>
        <w:jc w:val="center"/>
        <w:rPr>
          <w:sz w:val="28"/>
        </w:rPr>
      </w:pPr>
    </w:p>
    <w:p w:rsidR="000A1F3D" w:rsidRPr="000A1F3D" w:rsidRDefault="000A1F3D" w:rsidP="000A1F3D">
      <w:pPr>
        <w:jc w:val="center"/>
        <w:rPr>
          <w:sz w:val="28"/>
        </w:rPr>
      </w:pPr>
    </w:p>
    <w:p w:rsidR="003E129D" w:rsidRPr="000A1F3D" w:rsidRDefault="003E129D" w:rsidP="000A1F3D">
      <w:pPr>
        <w:jc w:val="center"/>
        <w:rPr>
          <w:sz w:val="28"/>
        </w:rPr>
      </w:pPr>
    </w:p>
    <w:p w:rsidR="003E129D" w:rsidRPr="006D3641" w:rsidRDefault="003E129D" w:rsidP="000A1F3D">
      <w:pPr>
        <w:jc w:val="center"/>
        <w:rPr>
          <w:sz w:val="96"/>
        </w:rPr>
      </w:pPr>
      <w:r w:rsidRPr="006D3641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</w:t>
      </w:r>
      <w:r w:rsidR="000A1F3D" w:rsidRPr="006D3641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LAN</w:t>
      </w:r>
      <w:r w:rsidRPr="006D3641">
        <w:rPr>
          <w:sz w:val="96"/>
        </w:rPr>
        <w:t>-</w:t>
      </w:r>
      <w:r w:rsidRPr="006D3641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ti</w:t>
      </w:r>
      <w:r w:rsidRPr="006D3641">
        <w:rPr>
          <w:sz w:val="96"/>
        </w:rPr>
        <w:t>-</w:t>
      </w:r>
      <w:r w:rsidR="000A1F3D" w:rsidRPr="006D3641">
        <w:rPr>
          <w:b/>
          <w:color w:val="9BBB59" w:themeColor="accent3"/>
          <w:sz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VORE</w:t>
      </w:r>
    </w:p>
    <w:p w:rsidR="003E129D" w:rsidRPr="006D3641" w:rsidRDefault="003E129D" w:rsidP="000A1F3D">
      <w:pPr>
        <w:jc w:val="center"/>
        <w:rPr>
          <w:sz w:val="96"/>
        </w:rPr>
      </w:pPr>
    </w:p>
    <w:p w:rsidR="003E129D" w:rsidRPr="006D3641" w:rsidRDefault="003E129D" w:rsidP="000A1F3D">
      <w:pPr>
        <w:jc w:val="center"/>
        <w:rPr>
          <w:sz w:val="96"/>
          <w:lang w:val="de-CH"/>
        </w:rPr>
      </w:pPr>
      <w:r w:rsidRPr="006D3641">
        <w:rPr>
          <w:b/>
          <w:sz w:val="96"/>
          <w:lang w:val="de-CH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H</w:t>
      </w:r>
      <w:r w:rsidR="000A1F3D" w:rsidRPr="006D3641">
        <w:rPr>
          <w:b/>
          <w:sz w:val="96"/>
          <w:lang w:val="de-CH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ER</w:t>
      </w:r>
      <w:r w:rsidR="000A1F3D" w:rsidRPr="006D3641">
        <w:rPr>
          <w:sz w:val="96"/>
          <w:lang w:val="de-CH"/>
        </w:rPr>
        <w:t>-</w:t>
      </w:r>
      <w:r w:rsidR="000A1F3D" w:rsidRPr="006D3641">
        <w:rPr>
          <w:b/>
          <w:caps/>
          <w:sz w:val="96"/>
          <w:lang w:val="de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BI</w:t>
      </w:r>
      <w:r w:rsidR="000A1F3D" w:rsidRPr="006D3641">
        <w:rPr>
          <w:sz w:val="96"/>
          <w:lang w:val="de-CH"/>
        </w:rPr>
        <w:t>-</w:t>
      </w:r>
      <w:r w:rsidR="000A1F3D" w:rsidRPr="006D3641">
        <w:rPr>
          <w:b/>
          <w:color w:val="9BBB59" w:themeColor="accent3"/>
          <w:sz w:val="96"/>
          <w:lang w:val="de-CH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VORE</w:t>
      </w:r>
    </w:p>
    <w:p w:rsidR="003E129D" w:rsidRPr="006D3641" w:rsidRDefault="003E129D" w:rsidP="000A1F3D">
      <w:pPr>
        <w:rPr>
          <w:sz w:val="96"/>
          <w:lang w:val="de-CH"/>
        </w:rPr>
      </w:pPr>
    </w:p>
    <w:p w:rsidR="003E129D" w:rsidRPr="006D3641" w:rsidRDefault="000A1F3D" w:rsidP="000A1F3D">
      <w:pPr>
        <w:jc w:val="center"/>
        <w:rPr>
          <w:sz w:val="96"/>
          <w:lang w:val="de-CH"/>
        </w:rPr>
      </w:pPr>
      <w:r w:rsidRPr="006D3641">
        <w:rPr>
          <w:b/>
          <w:sz w:val="96"/>
          <w:lang w:val="de-CH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PI</w:t>
      </w:r>
      <w:r w:rsidRPr="006D3641">
        <w:rPr>
          <w:sz w:val="96"/>
          <w:lang w:val="de-CH"/>
        </w:rPr>
        <w:t>-</w:t>
      </w:r>
      <w:r w:rsidRPr="006D3641">
        <w:rPr>
          <w:b/>
          <w:caps/>
          <w:sz w:val="96"/>
          <w:lang w:val="de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SCI</w:t>
      </w:r>
      <w:r w:rsidRPr="006D3641">
        <w:rPr>
          <w:sz w:val="96"/>
          <w:lang w:val="de-CH"/>
        </w:rPr>
        <w:t>-</w:t>
      </w:r>
      <w:r w:rsidRPr="006D3641">
        <w:rPr>
          <w:b/>
          <w:color w:val="9BBB59" w:themeColor="accent3"/>
          <w:sz w:val="96"/>
          <w:lang w:val="de-CH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VORE</w:t>
      </w:r>
    </w:p>
    <w:p w:rsidR="003E129D" w:rsidRPr="006D3641" w:rsidRDefault="003E129D" w:rsidP="000A1F3D">
      <w:pPr>
        <w:jc w:val="center"/>
        <w:rPr>
          <w:sz w:val="96"/>
          <w:lang w:val="de-CH"/>
        </w:rPr>
      </w:pPr>
    </w:p>
    <w:p w:rsidR="003E129D" w:rsidRPr="000A1F3D" w:rsidRDefault="000A1F3D" w:rsidP="000A1F3D">
      <w:pPr>
        <w:jc w:val="center"/>
        <w:rPr>
          <w:sz w:val="96"/>
        </w:rPr>
      </w:pPr>
      <w:r w:rsidRPr="000A1F3D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CAR</w:t>
      </w:r>
      <w:r>
        <w:rPr>
          <w:sz w:val="96"/>
        </w:rPr>
        <w:t>-</w:t>
      </w:r>
      <w:r w:rsidRPr="000A1F3D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NI</w:t>
      </w:r>
      <w:r>
        <w:rPr>
          <w:sz w:val="96"/>
        </w:rPr>
        <w:t>-</w:t>
      </w:r>
      <w:r w:rsidRPr="000A1F3D">
        <w:rPr>
          <w:b/>
          <w:color w:val="9BBB59" w:themeColor="accent3"/>
          <w:sz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VORE</w:t>
      </w:r>
    </w:p>
    <w:p w:rsidR="003E129D" w:rsidRPr="000A1F3D" w:rsidRDefault="003E129D" w:rsidP="00C90A44">
      <w:pPr>
        <w:rPr>
          <w:sz w:val="56"/>
        </w:rPr>
      </w:pPr>
    </w:p>
    <w:p w:rsidR="003E129D" w:rsidRPr="00C90A44" w:rsidRDefault="003E129D" w:rsidP="00C90A44"/>
    <w:sectPr w:rsidR="003E129D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9D"/>
    <w:rsid w:val="000A1F3D"/>
    <w:rsid w:val="0013656C"/>
    <w:rsid w:val="003E129D"/>
    <w:rsid w:val="006B3802"/>
    <w:rsid w:val="006D3641"/>
    <w:rsid w:val="00B65436"/>
    <w:rsid w:val="00BF49C4"/>
    <w:rsid w:val="00C35E45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4B880-4329-453A-BA54-1E2E89B7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2F1BD44F.dotm</Template>
  <TotalTime>4</TotalTime>
  <Pages>1</Pages>
  <Words>9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4</cp:revision>
  <dcterms:created xsi:type="dcterms:W3CDTF">2019-08-13T14:47:00Z</dcterms:created>
  <dcterms:modified xsi:type="dcterms:W3CDTF">2019-08-13T15:25:00Z</dcterms:modified>
</cp:coreProperties>
</file>